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4A8C" w14:textId="78240331" w:rsidR="00041838" w:rsidRPr="00B52F0E" w:rsidRDefault="00B52F0E" w:rsidP="00B52F0E">
      <w:pPr>
        <w:jc w:val="center"/>
        <w:rPr>
          <w:b/>
          <w:bCs/>
          <w:sz w:val="40"/>
          <w:szCs w:val="40"/>
        </w:rPr>
      </w:pPr>
      <w:r w:rsidRPr="00B52F0E">
        <w:rPr>
          <w:b/>
          <w:bCs/>
          <w:sz w:val="40"/>
          <w:szCs w:val="40"/>
        </w:rPr>
        <w:t>Attestation de visite</w:t>
      </w:r>
    </w:p>
    <w:p w14:paraId="179DBF78" w14:textId="77777777" w:rsidR="00041838" w:rsidRDefault="00041838"/>
    <w:p w14:paraId="7E674CD1" w14:textId="77777777" w:rsidR="00135836" w:rsidRDefault="00135836"/>
    <w:p w14:paraId="5BFAEA01" w14:textId="77777777" w:rsidR="00135836" w:rsidRDefault="00135836" w:rsidP="005018F1">
      <w:bookmarkStart w:id="0" w:name="_Toc102191124"/>
    </w:p>
    <w:bookmarkEnd w:id="0"/>
    <w:p w14:paraId="43F020C6" w14:textId="77777777" w:rsidR="00546D68" w:rsidRDefault="007A7997" w:rsidP="00FF7BF1">
      <w:pPr>
        <w:pStyle w:val="Titre1"/>
      </w:pPr>
      <w:r>
        <w:t>Objet du marché :</w:t>
      </w:r>
    </w:p>
    <w:p w14:paraId="3B5E7607" w14:textId="460E5E0F" w:rsidR="00613D98" w:rsidRDefault="00B52F0E" w:rsidP="00C26EF2">
      <w:pPr>
        <w:jc w:val="center"/>
        <w:rPr>
          <w:b/>
          <w:bCs/>
          <w:sz w:val="22"/>
          <w:szCs w:val="22"/>
        </w:rPr>
      </w:pPr>
      <w:r w:rsidRPr="00B52F0E">
        <w:rPr>
          <w:b/>
          <w:bCs/>
          <w:sz w:val="22"/>
          <w:szCs w:val="22"/>
        </w:rPr>
        <w:t>FOURNITURE, INSTALLATION D’UN SYSTEME DE VIDEOPROTECTION ET PRESTATIONS ASSOCIEES</w:t>
      </w:r>
    </w:p>
    <w:p w14:paraId="303B2D75" w14:textId="5140027B" w:rsidR="00B52F0E" w:rsidRDefault="00B52F0E" w:rsidP="007A7997"/>
    <w:p w14:paraId="1FAC03B9" w14:textId="77777777" w:rsidR="00C26EF2" w:rsidRPr="007A7997" w:rsidRDefault="00C26EF2" w:rsidP="007A7997"/>
    <w:p w14:paraId="2E11B96C" w14:textId="27D42FD2" w:rsidR="00837A5B" w:rsidRDefault="007A7997" w:rsidP="00837A5B">
      <w:pPr>
        <w:pStyle w:val="Titre1"/>
      </w:pPr>
      <w:r>
        <w:t>Adresse</w:t>
      </w:r>
      <w:r w:rsidR="00B52F0E">
        <w:t xml:space="preserve"> du (ou) des site(s)</w:t>
      </w:r>
      <w:r>
        <w:t> :</w:t>
      </w:r>
    </w:p>
    <w:p w14:paraId="08C53ADE" w14:textId="0B49976C" w:rsidR="001D1C85" w:rsidRDefault="00C26EF2" w:rsidP="007A7997">
      <w:pPr>
        <w:rPr>
          <w:sz w:val="22"/>
        </w:rPr>
      </w:pPr>
      <w:r>
        <w:rPr>
          <w:sz w:val="22"/>
        </w:rPr>
        <w:t>QBD et Futur Plateau Technique - 11 Avenue de la recherche – 59120 LOOS</w:t>
      </w:r>
    </w:p>
    <w:p w14:paraId="06FC27EA" w14:textId="7E7CBED0" w:rsidR="00B52F0E" w:rsidRDefault="00B52F0E" w:rsidP="007A7997">
      <w:pPr>
        <w:rPr>
          <w:sz w:val="22"/>
        </w:rPr>
      </w:pPr>
    </w:p>
    <w:p w14:paraId="12B132E4" w14:textId="71CE8B2A" w:rsidR="00B52F0E" w:rsidRDefault="00B52F0E" w:rsidP="007A7997">
      <w:pPr>
        <w:rPr>
          <w:sz w:val="22"/>
        </w:rPr>
      </w:pPr>
    </w:p>
    <w:p w14:paraId="1BBDC777" w14:textId="77777777" w:rsidR="00C26EF2" w:rsidRDefault="00C26EF2" w:rsidP="007A7997">
      <w:pPr>
        <w:rPr>
          <w:sz w:val="22"/>
        </w:rPr>
      </w:pPr>
    </w:p>
    <w:p w14:paraId="11700E9F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Ce jour, le …………………………………</w:t>
      </w:r>
      <w:r>
        <w:rPr>
          <w:sz w:val="22"/>
        </w:rPr>
        <w:t>………</w:t>
      </w:r>
      <w:r w:rsidRPr="007A7997">
        <w:rPr>
          <w:sz w:val="22"/>
        </w:rPr>
        <w:t xml:space="preserve"> à ……………………</w:t>
      </w:r>
      <w:r>
        <w:rPr>
          <w:sz w:val="22"/>
        </w:rPr>
        <w:t>………………………</w:t>
      </w:r>
      <w:r w:rsidRPr="007A7997">
        <w:rPr>
          <w:sz w:val="22"/>
        </w:rPr>
        <w:t>......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.,</w:t>
      </w:r>
    </w:p>
    <w:p w14:paraId="12EDB78A" w14:textId="77777777" w:rsidR="007A7997" w:rsidRPr="007A7997" w:rsidRDefault="007A7997" w:rsidP="007A7997">
      <w:pPr>
        <w:rPr>
          <w:sz w:val="22"/>
        </w:rPr>
      </w:pPr>
    </w:p>
    <w:p w14:paraId="44A6F170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Mr, Mme………………………………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……</w:t>
      </w:r>
      <w:r>
        <w:rPr>
          <w:sz w:val="22"/>
        </w:rPr>
        <w:t>…………………………….</w:t>
      </w:r>
      <w:r w:rsidRPr="007A7997">
        <w:rPr>
          <w:sz w:val="22"/>
        </w:rPr>
        <w:t>……………………………..</w:t>
      </w:r>
    </w:p>
    <w:p w14:paraId="53893A64" w14:textId="77777777" w:rsidR="007A7997" w:rsidRPr="007A7997" w:rsidRDefault="007A7997" w:rsidP="007A7997">
      <w:pPr>
        <w:rPr>
          <w:sz w:val="22"/>
        </w:rPr>
      </w:pPr>
    </w:p>
    <w:p w14:paraId="5291ECF6" w14:textId="77777777" w:rsidR="007A7997" w:rsidRPr="007A7997" w:rsidRDefault="007A7997" w:rsidP="007A7997">
      <w:pPr>
        <w:rPr>
          <w:sz w:val="22"/>
        </w:rPr>
      </w:pP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……………………………………………………………………………………</w:t>
      </w:r>
    </w:p>
    <w:p w14:paraId="433C8304" w14:textId="77777777" w:rsidR="007A7997" w:rsidRPr="007A7997" w:rsidRDefault="007A7997" w:rsidP="007A7997">
      <w:pPr>
        <w:rPr>
          <w:sz w:val="22"/>
        </w:rPr>
      </w:pPr>
    </w:p>
    <w:p w14:paraId="037B0EA4" w14:textId="77777777" w:rsidR="007A7997" w:rsidRPr="007A7997" w:rsidRDefault="007A7997" w:rsidP="007A7997">
      <w:pPr>
        <w:rPr>
          <w:sz w:val="22"/>
        </w:rPr>
      </w:pPr>
      <w:proofErr w:type="gramStart"/>
      <w:r w:rsidRPr="007A7997">
        <w:rPr>
          <w:sz w:val="22"/>
        </w:rPr>
        <w:t>de</w:t>
      </w:r>
      <w:proofErr w:type="gramEnd"/>
      <w:r w:rsidRPr="007A7997">
        <w:rPr>
          <w:sz w:val="22"/>
        </w:rPr>
        <w:t xml:space="preserve"> </w:t>
      </w:r>
      <w:smartTag w:uri="urn:schemas-microsoft-com:office:smarttags" w:element="PersonName">
        <w:smartTagPr>
          <w:attr w:name="ProductID" w:val="la Soci￩t￩"/>
        </w:smartTagPr>
        <w:r w:rsidRPr="007A7997">
          <w:rPr>
            <w:sz w:val="22"/>
          </w:rPr>
          <w:t>la Société</w:t>
        </w:r>
      </w:smartTag>
      <w:r w:rsidRPr="007A7997">
        <w:rPr>
          <w:sz w:val="22"/>
        </w:rPr>
        <w:t xml:space="preserve"> ……………………..………………</w:t>
      </w: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……………………………..</w:t>
      </w:r>
    </w:p>
    <w:p w14:paraId="22ED696B" w14:textId="77777777" w:rsidR="007A7997" w:rsidRPr="007A7997" w:rsidRDefault="007A7997" w:rsidP="007A7997">
      <w:pPr>
        <w:rPr>
          <w:sz w:val="22"/>
        </w:rPr>
      </w:pPr>
    </w:p>
    <w:p w14:paraId="08F1FE6C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Adresse :………………………………………………………</w:t>
      </w:r>
      <w:r>
        <w:rPr>
          <w:sz w:val="22"/>
        </w:rPr>
        <w:t>…….</w:t>
      </w:r>
      <w:r w:rsidRPr="007A7997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……………………………………………….</w:t>
      </w:r>
    </w:p>
    <w:p w14:paraId="46BA32D3" w14:textId="77777777" w:rsidR="007A7997" w:rsidRPr="007A7997" w:rsidRDefault="007A7997" w:rsidP="007A7997">
      <w:pPr>
        <w:rPr>
          <w:sz w:val="22"/>
        </w:rPr>
      </w:pPr>
    </w:p>
    <w:p w14:paraId="703CAE54" w14:textId="77777777" w:rsidR="007A7997" w:rsidRPr="007A7997" w:rsidRDefault="007A7997" w:rsidP="007A7997">
      <w:pPr>
        <w:rPr>
          <w:sz w:val="22"/>
        </w:rPr>
      </w:pPr>
    </w:p>
    <w:p w14:paraId="62F8B903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 (ont) visité les locaux de l’EFS dans le cadre du marché cité en objet.</w:t>
      </w:r>
    </w:p>
    <w:p w14:paraId="7ADE8286" w14:textId="77777777" w:rsidR="007A7997" w:rsidRPr="00AD560B" w:rsidRDefault="007A7997" w:rsidP="007A7997">
      <w:pPr>
        <w:rPr>
          <w:rFonts w:ascii="Arial" w:eastAsia="Times New Roman" w:hAnsi="Arial" w:cs="Arial"/>
          <w:sz w:val="28"/>
          <w:lang w:eastAsia="ar-SA"/>
        </w:rPr>
      </w:pPr>
    </w:p>
    <w:p w14:paraId="45425819" w14:textId="77777777" w:rsidR="007A7997" w:rsidRDefault="007A7997" w:rsidP="007A7997">
      <w:pPr>
        <w:rPr>
          <w:sz w:val="22"/>
        </w:rPr>
      </w:pPr>
      <w:r w:rsidRPr="007A7997">
        <w:rPr>
          <w:sz w:val="22"/>
        </w:rPr>
        <w:t>Signatures :</w:t>
      </w:r>
    </w:p>
    <w:p w14:paraId="1D3A9605" w14:textId="77777777" w:rsidR="007A7997" w:rsidRPr="007A7997" w:rsidRDefault="007A7997" w:rsidP="007A7997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7A7997" w:rsidRPr="007A7997" w14:paraId="39635A03" w14:textId="77777777" w:rsidTr="00686659">
        <w:trPr>
          <w:jc w:val="center"/>
        </w:trPr>
        <w:tc>
          <w:tcPr>
            <w:tcW w:w="4605" w:type="dxa"/>
            <w:shd w:val="clear" w:color="auto" w:fill="auto"/>
          </w:tcPr>
          <w:p w14:paraId="6B99F6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la Société</w:t>
            </w:r>
          </w:p>
          <w:p w14:paraId="0C96B2BD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0C53BE13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3AFA85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4D99F0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2BB64A00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B41AAE9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146560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25E4865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660C110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7F6E8B3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564A181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8ABD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C98FDAA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l’EFS – HFNO</w:t>
            </w:r>
          </w:p>
          <w:p w14:paraId="04481D22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5D924192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4EEA5BE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FD55D6E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76DFFA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1F4A5F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418F025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658A94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261F58F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164BB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</w:tr>
    </w:tbl>
    <w:p w14:paraId="3380F74A" w14:textId="77777777" w:rsidR="000D2A28" w:rsidRDefault="000D2A28" w:rsidP="007A7997"/>
    <w:sectPr w:rsidR="000D2A28" w:rsidSect="007A7997">
      <w:footerReference w:type="default" r:id="rId8"/>
      <w:headerReference w:type="first" r:id="rId9"/>
      <w:footerReference w:type="first" r:id="rId10"/>
      <w:pgSz w:w="11906" w:h="16838" w:code="9"/>
      <w:pgMar w:top="1531" w:right="1274" w:bottom="1418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60A6" w14:textId="77777777" w:rsidR="00544470" w:rsidRDefault="00544470" w:rsidP="00546D68">
      <w:r>
        <w:separator/>
      </w:r>
    </w:p>
  </w:endnote>
  <w:endnote w:type="continuationSeparator" w:id="0">
    <w:p w14:paraId="18DECA59" w14:textId="77777777" w:rsidR="00544470" w:rsidRDefault="00544470" w:rsidP="0054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135836" w14:paraId="2ED25F1E" w14:textId="77777777" w:rsidTr="00C956D0">
      <w:tc>
        <w:tcPr>
          <w:tcW w:w="1418" w:type="dxa"/>
          <w:vAlign w:val="center"/>
        </w:tcPr>
        <w:p w14:paraId="0A19A976" w14:textId="77777777" w:rsidR="00135836" w:rsidRPr="0030655A" w:rsidRDefault="00135836" w:rsidP="00135836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586BAE8" w14:textId="4B373F17" w:rsidR="00135836" w:rsidRDefault="00135836" w:rsidP="00135836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AC463D">
              <w:rPr>
                <w:noProof/>
              </w:rPr>
              <w:t>Attestation de visite des locaux</w:t>
            </w:r>
          </w:fldSimple>
          <w:r>
            <w:t xml:space="preserve"> – </w:t>
          </w:r>
          <w:r w:rsidR="00EE16E1">
            <w:fldChar w:fldCharType="begin"/>
          </w:r>
          <w:r w:rsidR="00EE16E1">
            <w:instrText xml:space="preserve"> STYLEREF  "_Date doc"  \* CHARFORMAT </w:instrText>
          </w:r>
          <w:r w:rsidR="00EE16E1">
            <w:fldChar w:fldCharType="separate"/>
          </w:r>
          <w:r w:rsidR="00AC463D">
            <w:rPr>
              <w:b/>
              <w:bCs/>
              <w:noProof/>
            </w:rPr>
            <w:t>Erreur ! Il n'y a pas de texte répondant à ce style dans ce document.</w:t>
          </w:r>
          <w:r w:rsidR="00EE16E1">
            <w:rPr>
              <w:noProof/>
            </w:rPr>
            <w:fldChar w:fldCharType="end"/>
          </w:r>
        </w:p>
      </w:tc>
      <w:tc>
        <w:tcPr>
          <w:tcW w:w="992" w:type="dxa"/>
          <w:vAlign w:val="center"/>
        </w:tcPr>
        <w:p w14:paraId="6CBD221B" w14:textId="77777777" w:rsidR="00135836" w:rsidRPr="0030655A" w:rsidRDefault="00135836" w:rsidP="00135836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5797DEBC" w14:textId="77777777" w:rsidR="00135836" w:rsidRPr="0030655A" w:rsidRDefault="00135836" w:rsidP="00135836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C2510F" w14:paraId="4AC86334" w14:textId="77777777" w:rsidTr="00C2510F">
      <w:tc>
        <w:tcPr>
          <w:tcW w:w="1418" w:type="dxa"/>
          <w:vAlign w:val="center"/>
        </w:tcPr>
        <w:p w14:paraId="53FC45A1" w14:textId="77777777" w:rsidR="00C2510F" w:rsidRPr="0030655A" w:rsidRDefault="00C2510F" w:rsidP="00C2510F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0080D21" w14:textId="693EA323" w:rsidR="00C2510F" w:rsidRDefault="00C2510F" w:rsidP="00C2510F">
          <w:pPr>
            <w:pStyle w:val="Pieddepage"/>
          </w:pPr>
          <w:r w:rsidRPr="0030655A">
            <w:t>ÉTABLISSEMENT FRANÇAIS DU SANG</w:t>
          </w:r>
          <w:r>
            <w:t xml:space="preserve"> –</w:t>
          </w:r>
          <w:r w:rsidR="00C26EF2">
            <w:t xml:space="preserve"> Attestation de visite </w:t>
          </w:r>
          <w:r>
            <w:t>–</w:t>
          </w:r>
        </w:p>
      </w:tc>
      <w:tc>
        <w:tcPr>
          <w:tcW w:w="992" w:type="dxa"/>
          <w:vAlign w:val="center"/>
        </w:tcPr>
        <w:p w14:paraId="1FEC6416" w14:textId="77777777" w:rsidR="00C2510F" w:rsidRPr="0030655A" w:rsidRDefault="00C2510F" w:rsidP="00C2510F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1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0492991C" w14:textId="77777777" w:rsidR="00C2510F" w:rsidRPr="0030655A" w:rsidRDefault="00C2510F" w:rsidP="00C2510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B8F52" w14:textId="77777777" w:rsidR="00544470" w:rsidRDefault="00544470" w:rsidP="00546D68">
      <w:r>
        <w:separator/>
      </w:r>
    </w:p>
  </w:footnote>
  <w:footnote w:type="continuationSeparator" w:id="0">
    <w:p w14:paraId="149E31A5" w14:textId="77777777" w:rsidR="00544470" w:rsidRDefault="00544470" w:rsidP="0054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28E6" w14:textId="77777777" w:rsidR="005018F1" w:rsidRDefault="00FA0845" w:rsidP="00135836">
    <w:pPr>
      <w:pStyle w:val="En-tte"/>
      <w:spacing w:after="2040"/>
    </w:pPr>
    <w:r>
      <w:rPr>
        <w:noProof/>
        <w:lang w:eastAsia="fr-FR"/>
      </w:rPr>
      <w:drawing>
        <wp:anchor distT="0" distB="0" distL="114300" distR="114300" simplePos="0" relativeHeight="251658239" behindDoc="1" locked="1" layoutInCell="1" allowOverlap="1" wp14:anchorId="22666728" wp14:editId="4D903D86">
          <wp:simplePos x="0" y="0"/>
          <wp:positionH relativeFrom="page">
            <wp:posOffset>5328920</wp:posOffset>
          </wp:positionH>
          <wp:positionV relativeFrom="page">
            <wp:posOffset>396240</wp:posOffset>
          </wp:positionV>
          <wp:extent cx="972000" cy="986400"/>
          <wp:effectExtent l="0" t="0" r="0" b="4445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2000" cy="98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8F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952F46" wp14:editId="434351FE">
              <wp:simplePos x="0" y="0"/>
              <wp:positionH relativeFrom="page">
                <wp:posOffset>0</wp:posOffset>
              </wp:positionH>
              <wp:positionV relativeFrom="page">
                <wp:posOffset>200025</wp:posOffset>
              </wp:positionV>
              <wp:extent cx="7560000" cy="1065600"/>
              <wp:effectExtent l="0" t="19050" r="41275" b="39370"/>
              <wp:wrapNone/>
              <wp:docPr id="12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560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9245F3" id="Courbe" o:spid="_x0000_s1026" style="position:absolute;margin-left:0;margin-top:15.75pt;width:595.3pt;height:83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e30015 [3204]" strokeweight="5pt">
              <v:path arrowok="t" o:connecttype="custom" o:connectlocs="0,793446;198072,840439;507276,903203;807408,954032;1100736,993992;1385748,1021910;1662444,1038427;1931580,1044608;2193156,1039599;2447172,1024468;2693628,998467;2933280,962876;3164616,917268;3389904,861964;3607632,797282;3817800,723756;4021920,640639;4218480,549210;4408992,449150;4592700,340672;4765824,242850;4948020,160479;5135508,94519;5328288,45608;5523336,14066;5720652,0;5918724,4476;6115284,27279;6309576,69051;6500088,130643;6686064,212481;6864480,314672;7034580,437642;7196364,581604;7346808,748477;7484400,936876;7560000,106560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37883"/>
    <w:multiLevelType w:val="hybridMultilevel"/>
    <w:tmpl w:val="564AB252"/>
    <w:lvl w:ilvl="0" w:tplc="4926C0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B4E90"/>
    <w:multiLevelType w:val="multilevel"/>
    <w:tmpl w:val="2C4CB234"/>
    <w:lvl w:ilvl="0">
      <w:start w:val="1"/>
      <w:numFmt w:val="bullet"/>
      <w:pStyle w:val="Puce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E30015" w:themeColor="accent1"/>
      </w:rPr>
    </w:lvl>
    <w:lvl w:ilvl="1">
      <w:start w:val="1"/>
      <w:numFmt w:val="bullet"/>
      <w:lvlText w:val="–"/>
      <w:lvlJc w:val="left"/>
      <w:pPr>
        <w:ind w:left="284" w:firstLine="0"/>
      </w:pPr>
      <w:rPr>
        <w:rFonts w:ascii="Montserrat Medium" w:hAnsi="Montserrat Medium" w:hint="default"/>
        <w:color w:val="E30015" w:themeColor="accent1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</w:abstractNum>
  <w:abstractNum w:abstractNumId="2" w15:restartNumberingAfterBreak="0">
    <w:nsid w:val="657C1D41"/>
    <w:multiLevelType w:val="multilevel"/>
    <w:tmpl w:val="AB985B2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68B"/>
    <w:rsid w:val="00041838"/>
    <w:rsid w:val="00087566"/>
    <w:rsid w:val="00094C7D"/>
    <w:rsid w:val="000D2A28"/>
    <w:rsid w:val="00135836"/>
    <w:rsid w:val="00146E66"/>
    <w:rsid w:val="001B591C"/>
    <w:rsid w:val="001B6FF2"/>
    <w:rsid w:val="001C1169"/>
    <w:rsid w:val="001D1C85"/>
    <w:rsid w:val="001F3258"/>
    <w:rsid w:val="00223320"/>
    <w:rsid w:val="00263221"/>
    <w:rsid w:val="00271887"/>
    <w:rsid w:val="002836DD"/>
    <w:rsid w:val="00293E0C"/>
    <w:rsid w:val="00294E41"/>
    <w:rsid w:val="002C508D"/>
    <w:rsid w:val="002C54A1"/>
    <w:rsid w:val="002E3C1F"/>
    <w:rsid w:val="00304B3F"/>
    <w:rsid w:val="0030655A"/>
    <w:rsid w:val="0034168B"/>
    <w:rsid w:val="00377E30"/>
    <w:rsid w:val="003864AD"/>
    <w:rsid w:val="003E68CC"/>
    <w:rsid w:val="003F43DC"/>
    <w:rsid w:val="004022B4"/>
    <w:rsid w:val="0042523E"/>
    <w:rsid w:val="00425357"/>
    <w:rsid w:val="00425677"/>
    <w:rsid w:val="00433EDD"/>
    <w:rsid w:val="0044219E"/>
    <w:rsid w:val="0044401A"/>
    <w:rsid w:val="0045216F"/>
    <w:rsid w:val="00464C0F"/>
    <w:rsid w:val="004726A9"/>
    <w:rsid w:val="004D1597"/>
    <w:rsid w:val="004F0F3C"/>
    <w:rsid w:val="005018F1"/>
    <w:rsid w:val="00544345"/>
    <w:rsid w:val="00544470"/>
    <w:rsid w:val="00546D68"/>
    <w:rsid w:val="00557EE8"/>
    <w:rsid w:val="005732EA"/>
    <w:rsid w:val="005B10DA"/>
    <w:rsid w:val="005C2B5D"/>
    <w:rsid w:val="005C775F"/>
    <w:rsid w:val="00611AED"/>
    <w:rsid w:val="00613D98"/>
    <w:rsid w:val="0061682B"/>
    <w:rsid w:val="00646166"/>
    <w:rsid w:val="00655A10"/>
    <w:rsid w:val="00682310"/>
    <w:rsid w:val="006905A4"/>
    <w:rsid w:val="006A1FB4"/>
    <w:rsid w:val="006B5C7E"/>
    <w:rsid w:val="006B73F3"/>
    <w:rsid w:val="006E27BF"/>
    <w:rsid w:val="007054D5"/>
    <w:rsid w:val="007145AD"/>
    <w:rsid w:val="007425BB"/>
    <w:rsid w:val="0078754A"/>
    <w:rsid w:val="007A46E2"/>
    <w:rsid w:val="007A7997"/>
    <w:rsid w:val="007E317D"/>
    <w:rsid w:val="0080313B"/>
    <w:rsid w:val="00805FAA"/>
    <w:rsid w:val="008124BD"/>
    <w:rsid w:val="008147E4"/>
    <w:rsid w:val="00815B14"/>
    <w:rsid w:val="00837A5B"/>
    <w:rsid w:val="0084148A"/>
    <w:rsid w:val="00844956"/>
    <w:rsid w:val="00877117"/>
    <w:rsid w:val="00880751"/>
    <w:rsid w:val="00894D06"/>
    <w:rsid w:val="008B298B"/>
    <w:rsid w:val="008C2F78"/>
    <w:rsid w:val="008F0F07"/>
    <w:rsid w:val="008F2A13"/>
    <w:rsid w:val="00972FD1"/>
    <w:rsid w:val="009968C5"/>
    <w:rsid w:val="009A23AB"/>
    <w:rsid w:val="009C6B0D"/>
    <w:rsid w:val="009D180E"/>
    <w:rsid w:val="009D22F9"/>
    <w:rsid w:val="009E3EF2"/>
    <w:rsid w:val="00A10CE9"/>
    <w:rsid w:val="00A50FAA"/>
    <w:rsid w:val="00A5431F"/>
    <w:rsid w:val="00A860C4"/>
    <w:rsid w:val="00AB28A2"/>
    <w:rsid w:val="00AC463D"/>
    <w:rsid w:val="00B14490"/>
    <w:rsid w:val="00B32F4C"/>
    <w:rsid w:val="00B52F0E"/>
    <w:rsid w:val="00B64F18"/>
    <w:rsid w:val="00B71D5B"/>
    <w:rsid w:val="00B74792"/>
    <w:rsid w:val="00B92FB1"/>
    <w:rsid w:val="00BB6AF4"/>
    <w:rsid w:val="00C10E75"/>
    <w:rsid w:val="00C21B90"/>
    <w:rsid w:val="00C2510F"/>
    <w:rsid w:val="00C26EF2"/>
    <w:rsid w:val="00C31F14"/>
    <w:rsid w:val="00C51FD1"/>
    <w:rsid w:val="00CF260D"/>
    <w:rsid w:val="00CF6484"/>
    <w:rsid w:val="00D265D9"/>
    <w:rsid w:val="00D54C2A"/>
    <w:rsid w:val="00D55956"/>
    <w:rsid w:val="00DA27E1"/>
    <w:rsid w:val="00DC7837"/>
    <w:rsid w:val="00DE72B9"/>
    <w:rsid w:val="00E14BED"/>
    <w:rsid w:val="00E27DE3"/>
    <w:rsid w:val="00E346C1"/>
    <w:rsid w:val="00E5673A"/>
    <w:rsid w:val="00EE16E1"/>
    <w:rsid w:val="00F5284E"/>
    <w:rsid w:val="00F6566F"/>
    <w:rsid w:val="00F67EB0"/>
    <w:rsid w:val="00F75C33"/>
    <w:rsid w:val="00F921AE"/>
    <w:rsid w:val="00FA062C"/>
    <w:rsid w:val="00FA0845"/>
    <w:rsid w:val="00FD6CFC"/>
    <w:rsid w:val="00FF4596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,"/>
  <w:listSeparator w:val=";"/>
  <w14:docId w14:val="7C94E979"/>
  <w15:chartTrackingRefBased/>
  <w15:docId w15:val="{AF57003F-08C8-4BAE-BE43-3120A171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D5B"/>
    <w:pPr>
      <w:jc w:val="both"/>
    </w:pPr>
    <w:rPr>
      <w:color w:val="002F6C" w:themeColor="text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30655A"/>
    <w:pPr>
      <w:jc w:val="left"/>
    </w:pPr>
    <w:rPr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30655A"/>
    <w:rPr>
      <w:color w:val="002F6C" w:themeColor="text2"/>
      <w:sz w:val="14"/>
    </w:rPr>
  </w:style>
  <w:style w:type="paragraph" w:styleId="Pieddepage">
    <w:name w:val="footer"/>
    <w:basedOn w:val="Normal"/>
    <w:link w:val="PieddepageCar"/>
    <w:uiPriority w:val="99"/>
    <w:semiHidden/>
    <w:rsid w:val="0030655A"/>
    <w:pPr>
      <w:jc w:val="left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0655A"/>
    <w:rPr>
      <w:color w:val="002F6C" w:themeColor="text2"/>
      <w:sz w:val="14"/>
    </w:rPr>
  </w:style>
  <w:style w:type="table" w:styleId="Grilledutableau">
    <w:name w:val="Table Grid"/>
    <w:basedOn w:val="TableauNormal"/>
    <w:uiPriority w:val="59"/>
    <w:rsid w:val="00306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30655A"/>
  </w:style>
  <w:style w:type="paragraph" w:customStyle="1" w:styleId="Titredoc">
    <w:name w:val="_Titre doc"/>
    <w:basedOn w:val="Normal"/>
    <w:next w:val="Normal"/>
    <w:uiPriority w:val="9"/>
    <w:qFormat/>
    <w:rsid w:val="00135836"/>
    <w:pPr>
      <w:jc w:val="left"/>
    </w:pPr>
    <w:rPr>
      <w:b/>
      <w:bCs/>
      <w:sz w:val="44"/>
      <w:szCs w:val="46"/>
    </w:rPr>
  </w:style>
  <w:style w:type="character" w:styleId="Textedelespacerserv">
    <w:name w:val="Placeholder Text"/>
    <w:basedOn w:val="Policepardfaut"/>
    <w:uiPriority w:val="99"/>
    <w:semiHidden/>
    <w:rsid w:val="007054D5"/>
    <w:rPr>
      <w:color w:val="808080"/>
    </w:rPr>
  </w:style>
  <w:style w:type="paragraph" w:customStyle="1" w:styleId="Datedoc">
    <w:name w:val="_Date doc"/>
    <w:basedOn w:val="Normal"/>
    <w:next w:val="Normal"/>
    <w:uiPriority w:val="11"/>
    <w:qFormat/>
    <w:rsid w:val="004D1597"/>
    <w:pPr>
      <w:jc w:val="left"/>
    </w:pPr>
  </w:style>
  <w:style w:type="paragraph" w:customStyle="1" w:styleId="Titre1">
    <w:name w:val="_Titre 1"/>
    <w:basedOn w:val="Normal"/>
    <w:next w:val="Normal"/>
    <w:uiPriority w:val="4"/>
    <w:qFormat/>
    <w:rsid w:val="0034168B"/>
    <w:pPr>
      <w:keepNext/>
      <w:numPr>
        <w:numId w:val="1"/>
      </w:numPr>
      <w:spacing w:after="240"/>
      <w:jc w:val="left"/>
      <w:outlineLvl w:val="0"/>
    </w:pPr>
    <w:rPr>
      <w:b/>
      <w:bCs/>
      <w:color w:val="E30015" w:themeColor="accent1"/>
      <w:sz w:val="32"/>
      <w:szCs w:val="36"/>
    </w:rPr>
  </w:style>
  <w:style w:type="paragraph" w:customStyle="1" w:styleId="Titre2">
    <w:name w:val="_Titre 2"/>
    <w:basedOn w:val="Normal"/>
    <w:next w:val="Normal"/>
    <w:uiPriority w:val="4"/>
    <w:qFormat/>
    <w:rsid w:val="00263221"/>
    <w:pPr>
      <w:keepNext/>
      <w:numPr>
        <w:ilvl w:val="1"/>
        <w:numId w:val="1"/>
      </w:numPr>
      <w:spacing w:before="360" w:after="240"/>
      <w:ind w:left="0"/>
      <w:jc w:val="left"/>
      <w:outlineLvl w:val="1"/>
    </w:pPr>
    <w:rPr>
      <w:b/>
      <w:bCs/>
      <w:sz w:val="26"/>
      <w:szCs w:val="26"/>
    </w:rPr>
  </w:style>
  <w:style w:type="paragraph" w:customStyle="1" w:styleId="Intertitre">
    <w:name w:val="_Intertitre"/>
    <w:basedOn w:val="Normal"/>
    <w:next w:val="Normal"/>
    <w:uiPriority w:val="5"/>
    <w:qFormat/>
    <w:rsid w:val="00D55956"/>
    <w:pPr>
      <w:keepNext/>
      <w:spacing w:before="200" w:after="120"/>
      <w:jc w:val="left"/>
    </w:pPr>
    <w:rPr>
      <w:b/>
      <w:bCs/>
      <w:i/>
      <w:iCs/>
      <w:sz w:val="22"/>
      <w:szCs w:val="22"/>
    </w:rPr>
  </w:style>
  <w:style w:type="paragraph" w:styleId="TM1">
    <w:name w:val="toc 1"/>
    <w:basedOn w:val="Normal"/>
    <w:next w:val="Normal"/>
    <w:uiPriority w:val="39"/>
    <w:semiHidden/>
    <w:rsid w:val="00263221"/>
    <w:pPr>
      <w:spacing w:before="480"/>
      <w:jc w:val="left"/>
    </w:pPr>
    <w:rPr>
      <w:b/>
      <w:color w:val="E30015" w:themeColor="accent1"/>
      <w:sz w:val="36"/>
    </w:rPr>
  </w:style>
  <w:style w:type="paragraph" w:styleId="TM2">
    <w:name w:val="toc 2"/>
    <w:basedOn w:val="Normal"/>
    <w:next w:val="Normal"/>
    <w:uiPriority w:val="39"/>
    <w:semiHidden/>
    <w:rsid w:val="00263221"/>
    <w:pPr>
      <w:spacing w:before="160"/>
      <w:jc w:val="left"/>
    </w:pPr>
    <w:rPr>
      <w:b/>
      <w:sz w:val="26"/>
    </w:rPr>
  </w:style>
  <w:style w:type="character" w:styleId="Lienhypertexte">
    <w:name w:val="Hyperlink"/>
    <w:basedOn w:val="Policepardfaut"/>
    <w:uiPriority w:val="99"/>
    <w:semiHidden/>
    <w:rsid w:val="00263221"/>
    <w:rPr>
      <w:color w:val="E30015" w:themeColor="hyperlink"/>
      <w:u w:val="none"/>
    </w:rPr>
  </w:style>
  <w:style w:type="table" w:styleId="TableauGrille5Fonc-Accentuation1">
    <w:name w:val="Grid Table 5 Dark Accent 1"/>
    <w:basedOn w:val="TableauNormal"/>
    <w:uiPriority w:val="50"/>
    <w:rsid w:val="00AB2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C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band1Vert">
      <w:tblPr/>
      <w:tcPr>
        <w:shd w:val="clear" w:color="auto" w:fill="FF8D97" w:themeFill="accent1" w:themeFillTint="66"/>
      </w:tcPr>
    </w:tblStylePr>
    <w:tblStylePr w:type="band1Horz">
      <w:tblPr/>
      <w:tcPr>
        <w:shd w:val="clear" w:color="auto" w:fill="FF8D97" w:themeFill="accent1" w:themeFillTint="66"/>
      </w:tcPr>
    </w:tblStylePr>
  </w:style>
  <w:style w:type="character" w:styleId="Lienhypertextesuivivisit">
    <w:name w:val="FollowedHyperlink"/>
    <w:basedOn w:val="Policepardfaut"/>
    <w:uiPriority w:val="99"/>
    <w:semiHidden/>
    <w:rsid w:val="00263221"/>
    <w:rPr>
      <w:color w:val="E30015" w:themeColor="followedHyperlink"/>
      <w:u w:val="none"/>
    </w:rPr>
  </w:style>
  <w:style w:type="table" w:styleId="TableauGrille4-Accentuation1">
    <w:name w:val="Grid Table 4 Accent 1"/>
    <w:basedOn w:val="TableauNormal"/>
    <w:uiPriority w:val="49"/>
    <w:rsid w:val="00AB28A2"/>
    <w:tblPr>
      <w:tblStyleRowBandSize w:val="1"/>
      <w:tblStyleColBandSize w:val="1"/>
      <w:tblBorders>
        <w:top w:val="single" w:sz="4" w:space="0" w:color="FF5564" w:themeColor="accent1" w:themeTint="99"/>
        <w:left w:val="single" w:sz="4" w:space="0" w:color="FF5564" w:themeColor="accent1" w:themeTint="99"/>
        <w:bottom w:val="single" w:sz="4" w:space="0" w:color="FF5564" w:themeColor="accent1" w:themeTint="99"/>
        <w:right w:val="single" w:sz="4" w:space="0" w:color="FF5564" w:themeColor="accent1" w:themeTint="99"/>
        <w:insideH w:val="single" w:sz="4" w:space="0" w:color="FF5564" w:themeColor="accent1" w:themeTint="99"/>
        <w:insideV w:val="single" w:sz="4" w:space="0" w:color="FF556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015" w:themeColor="accent1"/>
          <w:left w:val="single" w:sz="4" w:space="0" w:color="E30015" w:themeColor="accent1"/>
          <w:bottom w:val="single" w:sz="4" w:space="0" w:color="E30015" w:themeColor="accent1"/>
          <w:right w:val="single" w:sz="4" w:space="0" w:color="E30015" w:themeColor="accent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</w:rPr>
      <w:tblPr/>
      <w:tcPr>
        <w:tcBorders>
          <w:top w:val="double" w:sz="4" w:space="0" w:color="E3001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CB" w:themeFill="accent1" w:themeFillTint="33"/>
      </w:tcPr>
    </w:tblStylePr>
    <w:tblStylePr w:type="band1Horz">
      <w:tblPr/>
      <w:tcPr>
        <w:shd w:val="clear" w:color="auto" w:fill="FFC6CB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94C7D"/>
    <w:pPr>
      <w:ind w:left="720"/>
      <w:contextualSpacing/>
    </w:pPr>
  </w:style>
  <w:style w:type="paragraph" w:customStyle="1" w:styleId="Puce">
    <w:name w:val="_Puce"/>
    <w:basedOn w:val="Normal"/>
    <w:uiPriority w:val="5"/>
    <w:qFormat/>
    <w:rsid w:val="00094C7D"/>
    <w:pPr>
      <w:numPr>
        <w:numId w:val="2"/>
      </w:numPr>
    </w:pPr>
  </w:style>
  <w:style w:type="paragraph" w:customStyle="1" w:styleId="Lgende">
    <w:name w:val="_Légende"/>
    <w:basedOn w:val="Normal"/>
    <w:next w:val="Normal"/>
    <w:uiPriority w:val="6"/>
    <w:qFormat/>
    <w:rsid w:val="009D22F9"/>
    <w:pPr>
      <w:spacing w:before="120" w:after="240"/>
      <w:jc w:val="right"/>
    </w:pPr>
    <w:rPr>
      <w:i/>
      <w:iCs/>
      <w:sz w:val="14"/>
      <w:szCs w:val="14"/>
    </w:rPr>
  </w:style>
  <w:style w:type="table" w:customStyle="1" w:styleId="TableauEFS">
    <w:name w:val="_Tableau EFS"/>
    <w:basedOn w:val="TableauNormal"/>
    <w:uiPriority w:val="99"/>
    <w:rsid w:val="00E14BED"/>
    <w:pPr>
      <w:jc w:val="center"/>
    </w:pPr>
    <w:rPr>
      <w:color w:val="002F6C" w:themeColor="text2"/>
      <w:sz w:val="18"/>
    </w:rPr>
    <w:tblPr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AF1F5" w:themeFill="accent3" w:themeFillTint="33"/>
      <w:vAlign w:val="center"/>
    </w:tcPr>
    <w:tblStylePr w:type="firstRow">
      <w:rPr>
        <w:b/>
        <w:color w:val="FFFFFF" w:themeColor="background1"/>
      </w:rPr>
      <w:tblPr/>
      <w:tcPr>
        <w:shd w:val="clear" w:color="auto" w:fill="E30015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single" w:sz="24" w:space="0" w:color="FFFFFF" w:themeColor="background1"/>
        </w:tcBorders>
        <w:shd w:val="clear" w:color="auto" w:fill="E30015" w:themeFill="accent1"/>
      </w:tcPr>
    </w:tblStylePr>
    <w:tblStylePr w:type="firstCol">
      <w:rPr>
        <w:b/>
      </w:rPr>
    </w:tblStylePr>
  </w:style>
  <w:style w:type="paragraph" w:customStyle="1" w:styleId="Exergue">
    <w:name w:val="_Exergue"/>
    <w:basedOn w:val="Normal"/>
    <w:next w:val="Normal"/>
    <w:link w:val="ExergueCar"/>
    <w:uiPriority w:val="6"/>
    <w:qFormat/>
    <w:rsid w:val="002C54A1"/>
    <w:rPr>
      <w:color w:val="E30015" w:themeColor="accent1"/>
    </w:rPr>
  </w:style>
  <w:style w:type="character" w:customStyle="1" w:styleId="ExergueCar">
    <w:name w:val="_Exergue Car"/>
    <w:basedOn w:val="Policepardfaut"/>
    <w:link w:val="Exergue"/>
    <w:uiPriority w:val="6"/>
    <w:rsid w:val="002C54A1"/>
    <w:rPr>
      <w:color w:val="E30015" w:themeColor="accent1"/>
    </w:rPr>
  </w:style>
  <w:style w:type="paragraph" w:customStyle="1" w:styleId="Sous-titredoc">
    <w:name w:val="_Sous-titre doc"/>
    <w:basedOn w:val="Normal"/>
    <w:next w:val="Normal"/>
    <w:uiPriority w:val="10"/>
    <w:qFormat/>
    <w:rsid w:val="00135836"/>
    <w:pPr>
      <w:jc w:val="left"/>
    </w:pPr>
    <w:rPr>
      <w:b/>
      <w:bCs/>
      <w:color w:val="E30015" w:themeColor="accent1"/>
      <w:sz w:val="2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Com%20instit%20et%20Relations%20presse\Com_instit\Refonte_Marque_Corpo\05_PRODUCTIONS\04_GABARITS\01_BUREAUTIQUE\MASQUEWORD\WORD_VDEF\MODELE_WORD_CR_NOTE.dotx" TargetMode="External"/></Relationships>
</file>

<file path=word/theme/theme1.xml><?xml version="1.0" encoding="utf-8"?>
<a:theme xmlns:a="http://schemas.openxmlformats.org/drawingml/2006/main" name="Thème Office">
  <a:themeElements>
    <a:clrScheme name="EFS_Couleurs">
      <a:dk1>
        <a:sysClr val="windowText" lastClr="000000"/>
      </a:dk1>
      <a:lt1>
        <a:sysClr val="window" lastClr="FFFFFF"/>
      </a:lt1>
      <a:dk2>
        <a:srgbClr val="002F6C"/>
      </a:dk2>
      <a:lt2>
        <a:srgbClr val="ECECED"/>
      </a:lt2>
      <a:accent1>
        <a:srgbClr val="E30015"/>
      </a:accent1>
      <a:accent2>
        <a:srgbClr val="002F6C"/>
      </a:accent2>
      <a:accent3>
        <a:srgbClr val="49BDCF"/>
      </a:accent3>
      <a:accent4>
        <a:srgbClr val="C9934F"/>
      </a:accent4>
      <a:accent5>
        <a:srgbClr val="EAAB00"/>
      </a:accent5>
      <a:accent6>
        <a:srgbClr val="484847"/>
      </a:accent6>
      <a:hlink>
        <a:srgbClr val="E30015"/>
      </a:hlink>
      <a:folHlink>
        <a:srgbClr val="E300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A0E0-98E3-4C66-9455-42F06846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MODELE_WORD_CR_NOTE</Template>
  <TotalTime>6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</vt:lpstr>
    </vt:vector>
  </TitlesOfParts>
  <Company>EFS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Manon.Uguen</dc:creator>
  <cp:keywords/>
  <dc:description/>
  <cp:lastModifiedBy>SMITH Helene</cp:lastModifiedBy>
  <cp:revision>2</cp:revision>
  <cp:lastPrinted>2024-11-29T14:12:00Z</cp:lastPrinted>
  <dcterms:created xsi:type="dcterms:W3CDTF">2025-10-27T10:42:00Z</dcterms:created>
  <dcterms:modified xsi:type="dcterms:W3CDTF">2025-10-27T10:42:00Z</dcterms:modified>
</cp:coreProperties>
</file>